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7A4A25" w14:textId="77777777" w:rsidTr="00987DB5">
        <w:tc>
          <w:tcPr>
            <w:tcW w:w="9498" w:type="dxa"/>
          </w:tcPr>
          <w:p w14:paraId="087A4A2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7A4A3D" wp14:editId="087A4A3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A4A21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87A4A22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87A4A23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87A4A2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7A4A26" w14:textId="281C53F2" w:rsidR="00AE5C63" w:rsidRPr="001C17B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C17B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C17B5" w:rsidRPr="001C17B5">
            <w:rPr>
              <w:rFonts w:ascii="Times New Roman" w:hAnsi="Times New Roman"/>
              <w:sz w:val="28"/>
              <w:szCs w:val="28"/>
            </w:rPr>
            <w:t>08 декабря 2025 года</w:t>
          </w:r>
        </w:sdtContent>
      </w:sdt>
      <w:r w:rsidRPr="001C17B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C17B5" w:rsidRPr="001C17B5">
            <w:rPr>
              <w:rFonts w:ascii="Times New Roman" w:hAnsi="Times New Roman"/>
              <w:sz w:val="28"/>
              <w:szCs w:val="28"/>
            </w:rPr>
            <w:t>218</w:t>
          </w:r>
        </w:sdtContent>
      </w:sdt>
    </w:p>
    <w:bookmarkEnd w:id="0"/>
    <w:p w14:paraId="087A4A2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87A4A28" w14:textId="59FC5BBF" w:rsidR="00AE5C63" w:rsidRPr="00EB792E" w:rsidRDefault="001E4001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EB792E">
        <w:rPr>
          <w:rFonts w:ascii="Times New Roman" w:hAnsi="Times New Roman"/>
          <w:b/>
          <w:sz w:val="28"/>
          <w:szCs w:val="28"/>
        </w:rPr>
        <w:t>Об утверждении Порядка присво</w:t>
      </w:r>
      <w:r w:rsidR="009E05B0" w:rsidRPr="00EB792E">
        <w:rPr>
          <w:rFonts w:ascii="Times New Roman" w:hAnsi="Times New Roman"/>
          <w:b/>
          <w:sz w:val="28"/>
          <w:szCs w:val="28"/>
        </w:rPr>
        <w:t>ения торговому объекту статуса «</w:t>
      </w:r>
      <w:r w:rsidRPr="00EB792E">
        <w:rPr>
          <w:rFonts w:ascii="Times New Roman" w:hAnsi="Times New Roman"/>
          <w:b/>
          <w:sz w:val="28"/>
          <w:szCs w:val="28"/>
        </w:rPr>
        <w:t>Социальная аптека</w:t>
      </w:r>
      <w:r w:rsidR="009E05B0" w:rsidRPr="00EB792E">
        <w:rPr>
          <w:rFonts w:ascii="Times New Roman" w:hAnsi="Times New Roman"/>
          <w:b/>
          <w:sz w:val="28"/>
          <w:szCs w:val="28"/>
        </w:rPr>
        <w:t>»</w:t>
      </w:r>
      <w:r w:rsidRPr="00EB792E">
        <w:rPr>
          <w:rFonts w:ascii="Times New Roman" w:hAnsi="Times New Roman"/>
          <w:b/>
          <w:sz w:val="28"/>
          <w:szCs w:val="28"/>
        </w:rPr>
        <w:t xml:space="preserve"> на территории муниципального образования Ногликский муниципальный округ Сахалинской области</w:t>
      </w:r>
    </w:p>
    <w:p w14:paraId="087A4A2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ABD7CE" w14:textId="66F535DE" w:rsidR="009E05B0" w:rsidRDefault="009E05B0" w:rsidP="00EB79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15 части 1 статьи 16 Федерального закона </w:t>
      </w:r>
      <w:r w:rsidR="00EB792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ст. 17 Федерального закона </w:t>
      </w:r>
      <w:r w:rsidR="00EB792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21.11.2011 № 323-ФЗ «Об основах охраны здоровья граждан», в целях обеспечения ценовой доступности лекарственными средствами, изделиями медицинского назначения,</w:t>
      </w:r>
      <w:r w:rsidR="00605E70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входящи</w:t>
      </w:r>
      <w:r w:rsidR="00EB792E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605E70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рекомендуемый минимальный </w:t>
      </w:r>
      <w:r w:rsidR="007D61F6">
        <w:rPr>
          <w:rFonts w:ascii="Times New Roman" w:eastAsia="Times New Roman" w:hAnsi="Times New Roman"/>
          <w:sz w:val="28"/>
          <w:szCs w:val="28"/>
          <w:lang w:eastAsia="ru-RU"/>
        </w:rPr>
        <w:t>ассортимент лекарственных препаратов, необходимых для оказания медицинской помощи,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61F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утвержденный распоряжением Правительства Российской Федерации от 12.11.2019 № 2406-р,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Ногликский муниципальный округ Сахалинской области, </w:t>
      </w:r>
      <w:r w:rsidRPr="00EB792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87A4A2A" w14:textId="3BFF473C" w:rsidR="00E609BC" w:rsidRDefault="009E05B0" w:rsidP="00EB792E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</w:t>
      </w:r>
      <w:r w:rsidRPr="009E05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присвоения торговому объекту статуса «Социальная аптека» на территории муниципального образования Ногликский муниципальный округ Сахалинской области (приложение 1).</w:t>
      </w:r>
    </w:p>
    <w:p w14:paraId="2F6E7806" w14:textId="3877214C" w:rsidR="009E05B0" w:rsidRDefault="009203CE" w:rsidP="00EB792E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форму свидетельства о присвоении объекту розничной торговли, расположенному на территории муниципального образования Ногликский муниципальный округ Сахалинской области, статуса «Социальная аптека» (приложение 2).</w:t>
      </w:r>
    </w:p>
    <w:p w14:paraId="7BD1BE1C" w14:textId="552D6584" w:rsidR="009203CE" w:rsidRDefault="009203CE" w:rsidP="00EB792E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Считать утратившим силу постановление мэра муниципального образования «Городской округ Ногликский» Сахалинской области </w:t>
      </w:r>
      <w:r w:rsidR="00EB792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17.08.2015 № 285 «О работе социальных аптек, расположенных </w:t>
      </w:r>
      <w:r w:rsidR="00EB792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территории муниципального образования «Городской округ Ногликский».</w:t>
      </w:r>
    </w:p>
    <w:p w14:paraId="014DD546" w14:textId="1460725B" w:rsidR="000038A4" w:rsidRPr="009E05B0" w:rsidRDefault="000038A4" w:rsidP="00EB792E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</w:t>
      </w:r>
      <w:r w:rsidR="00605E7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Ногликский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муниципальный округ Сахалинской области в </w:t>
      </w:r>
      <w:r w:rsidR="00EB792E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/>
          <w:sz w:val="28"/>
          <w:szCs w:val="28"/>
        </w:rPr>
        <w:t xml:space="preserve">сети </w:t>
      </w:r>
      <w:r w:rsidR="00EB792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EB792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5F0429E1" w14:textId="59067C99" w:rsidR="000038A4" w:rsidRDefault="000038A4" w:rsidP="00EB792E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EB792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</w:p>
    <w:p w14:paraId="68E6E5A0" w14:textId="336FB76D" w:rsidR="00EB792E" w:rsidRDefault="00EB792E" w:rsidP="00EB792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DCA710" w14:textId="77777777" w:rsidR="00EB792E" w:rsidRPr="00EB792E" w:rsidRDefault="00EB792E" w:rsidP="00EB792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1A8BCB" w14:textId="77777777" w:rsidR="00EB792E" w:rsidRPr="00EB792E" w:rsidRDefault="00EB792E" w:rsidP="00EB79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92E">
        <w:rPr>
          <w:rFonts w:ascii="Times New Roman" w:hAnsi="Times New Roman"/>
          <w:sz w:val="28"/>
          <w:szCs w:val="28"/>
        </w:rPr>
        <w:t xml:space="preserve">Исполняющий обязанности мэра </w:t>
      </w:r>
    </w:p>
    <w:p w14:paraId="6E7D65F7" w14:textId="77777777" w:rsidR="00EB792E" w:rsidRPr="00EB792E" w:rsidRDefault="00EB792E" w:rsidP="00EB79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92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2B936A61" w14:textId="77777777" w:rsidR="00EB792E" w:rsidRPr="00EB792E" w:rsidRDefault="00EB792E" w:rsidP="00EB79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92E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87A4A33" w14:textId="038700A6" w:rsidR="008629FA" w:rsidRPr="00EB792E" w:rsidRDefault="00EB792E" w:rsidP="00EB79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92E">
        <w:rPr>
          <w:rFonts w:ascii="Times New Roman" w:hAnsi="Times New Roman"/>
          <w:sz w:val="28"/>
          <w:szCs w:val="28"/>
        </w:rPr>
        <w:t>Сахалинской области</w:t>
      </w:r>
      <w:r w:rsidRPr="00EB792E">
        <w:rPr>
          <w:rFonts w:ascii="Times New Roman" w:hAnsi="Times New Roman"/>
          <w:sz w:val="28"/>
          <w:szCs w:val="28"/>
        </w:rPr>
        <w:tab/>
      </w:r>
      <w:r w:rsidRPr="00EB792E">
        <w:rPr>
          <w:rFonts w:ascii="Times New Roman" w:hAnsi="Times New Roman"/>
          <w:sz w:val="28"/>
          <w:szCs w:val="28"/>
        </w:rPr>
        <w:tab/>
      </w:r>
      <w:r w:rsidRPr="00EB792E">
        <w:rPr>
          <w:rFonts w:ascii="Times New Roman" w:hAnsi="Times New Roman"/>
          <w:sz w:val="28"/>
          <w:szCs w:val="28"/>
        </w:rPr>
        <w:tab/>
      </w:r>
      <w:r w:rsidRPr="00EB792E">
        <w:rPr>
          <w:rFonts w:ascii="Times New Roman" w:hAnsi="Times New Roman"/>
          <w:sz w:val="28"/>
          <w:szCs w:val="28"/>
        </w:rPr>
        <w:tab/>
      </w:r>
      <w:r w:rsidRPr="00EB792E">
        <w:rPr>
          <w:rFonts w:ascii="Times New Roman" w:hAnsi="Times New Roman"/>
          <w:sz w:val="28"/>
          <w:szCs w:val="28"/>
        </w:rPr>
        <w:tab/>
      </w:r>
      <w:r w:rsidRPr="00EB792E">
        <w:rPr>
          <w:rFonts w:ascii="Times New Roman" w:hAnsi="Times New Roman"/>
          <w:sz w:val="28"/>
          <w:szCs w:val="28"/>
        </w:rPr>
        <w:tab/>
      </w:r>
      <w:r w:rsidRPr="00EB792E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92E">
        <w:rPr>
          <w:rFonts w:ascii="Times New Roman" w:hAnsi="Times New Roman"/>
          <w:sz w:val="28"/>
          <w:szCs w:val="28"/>
        </w:rPr>
        <w:t xml:space="preserve">  Л.А. </w:t>
      </w:r>
      <w:proofErr w:type="spellStart"/>
      <w:r w:rsidRPr="00EB792E">
        <w:rPr>
          <w:rFonts w:ascii="Times New Roman" w:hAnsi="Times New Roman"/>
          <w:sz w:val="28"/>
          <w:szCs w:val="28"/>
        </w:rPr>
        <w:t>Блидченко</w:t>
      </w:r>
      <w:proofErr w:type="spellEnd"/>
    </w:p>
    <w:p w14:paraId="0518F83A" w14:textId="77777777" w:rsidR="00317176" w:rsidRPr="00D12794" w:rsidRDefault="00317176" w:rsidP="00EB79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7A4A37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7A4A3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7A4A3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7A4A3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7A4A3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7A4A3C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B792E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B0EB2" w14:textId="77777777" w:rsidR="00DE7A34" w:rsidRDefault="00DE7A34" w:rsidP="00AE5C63">
      <w:pPr>
        <w:spacing w:after="0" w:line="240" w:lineRule="auto"/>
      </w:pPr>
      <w:r>
        <w:separator/>
      </w:r>
    </w:p>
  </w:endnote>
  <w:endnote w:type="continuationSeparator" w:id="0">
    <w:p w14:paraId="7E715A3C" w14:textId="77777777" w:rsidR="00DE7A34" w:rsidRDefault="00DE7A3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A4A43" w14:textId="38FCA6D0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834F5" w14:textId="77777777" w:rsidR="00DE7A34" w:rsidRDefault="00DE7A34" w:rsidP="00AE5C63">
      <w:pPr>
        <w:spacing w:after="0" w:line="240" w:lineRule="auto"/>
      </w:pPr>
      <w:r>
        <w:separator/>
      </w:r>
    </w:p>
  </w:footnote>
  <w:footnote w:type="continuationSeparator" w:id="0">
    <w:p w14:paraId="69DD0777" w14:textId="77777777" w:rsidR="00DE7A34" w:rsidRDefault="00DE7A34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2016323"/>
      <w:docPartObj>
        <w:docPartGallery w:val="Page Numbers (Top of Page)"/>
        <w:docPartUnique/>
      </w:docPartObj>
    </w:sdtPr>
    <w:sdtEndPr/>
    <w:sdtContent>
      <w:p w14:paraId="51D8FB2D" w14:textId="768D8EFF" w:rsidR="00EB792E" w:rsidRDefault="00EB79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7B5">
          <w:rPr>
            <w:noProof/>
          </w:rPr>
          <w:t>2</w:t>
        </w:r>
        <w:r>
          <w:fldChar w:fldCharType="end"/>
        </w:r>
      </w:p>
    </w:sdtContent>
  </w:sdt>
  <w:p w14:paraId="3226E65B" w14:textId="77777777" w:rsidR="00EB792E" w:rsidRDefault="00EB79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835E5"/>
    <w:multiLevelType w:val="hybridMultilevel"/>
    <w:tmpl w:val="43F6954A"/>
    <w:lvl w:ilvl="0" w:tplc="2B6C274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8A4"/>
    <w:rsid w:val="00006513"/>
    <w:rsid w:val="00053BD0"/>
    <w:rsid w:val="00081369"/>
    <w:rsid w:val="00185FEC"/>
    <w:rsid w:val="001C17B5"/>
    <w:rsid w:val="001E1F9F"/>
    <w:rsid w:val="001E4001"/>
    <w:rsid w:val="002E5832"/>
    <w:rsid w:val="00317176"/>
    <w:rsid w:val="00364F8F"/>
    <w:rsid w:val="00520CBF"/>
    <w:rsid w:val="00605E70"/>
    <w:rsid w:val="007622F4"/>
    <w:rsid w:val="007D61F6"/>
    <w:rsid w:val="008276D6"/>
    <w:rsid w:val="008629FA"/>
    <w:rsid w:val="009203CE"/>
    <w:rsid w:val="00987DB5"/>
    <w:rsid w:val="009E05B0"/>
    <w:rsid w:val="00A02E80"/>
    <w:rsid w:val="00AC72C8"/>
    <w:rsid w:val="00AE5C63"/>
    <w:rsid w:val="00B10ED9"/>
    <w:rsid w:val="00B25688"/>
    <w:rsid w:val="00C02849"/>
    <w:rsid w:val="00C20D32"/>
    <w:rsid w:val="00CC53DE"/>
    <w:rsid w:val="00D12794"/>
    <w:rsid w:val="00D67BD8"/>
    <w:rsid w:val="00DC498B"/>
    <w:rsid w:val="00DE7A34"/>
    <w:rsid w:val="00DF7897"/>
    <w:rsid w:val="00E37B8A"/>
    <w:rsid w:val="00E609BC"/>
    <w:rsid w:val="00EA0EFF"/>
    <w:rsid w:val="00E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4A2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E0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336A8"/>
    <w:rsid w:val="001F64FA"/>
    <w:rsid w:val="003B16D3"/>
    <w:rsid w:val="004B4044"/>
    <w:rsid w:val="00852E81"/>
    <w:rsid w:val="008C678B"/>
    <w:rsid w:val="009E5201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114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2020-04-07T04:54:00Z</dcterms:created>
  <dcterms:modified xsi:type="dcterms:W3CDTF">2025-12-10T22:28:00Z</dcterms:modified>
</cp:coreProperties>
</file>